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64089B99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4CED">
        <w:rPr>
          <w:rFonts w:ascii="Corbel" w:hAnsi="Corbel"/>
          <w:i/>
          <w:smallCaps/>
          <w:sz w:val="24"/>
          <w:szCs w:val="24"/>
        </w:rPr>
        <w:t>2022-2025</w:t>
      </w:r>
    </w:p>
    <w:p w14:paraId="54C4C43B" w14:textId="01736EA0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914CED">
        <w:rPr>
          <w:rFonts w:ascii="Corbel" w:hAnsi="Corbel"/>
          <w:sz w:val="20"/>
          <w:szCs w:val="20"/>
        </w:rPr>
        <w:t>4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914CED">
        <w:rPr>
          <w:rFonts w:ascii="Corbel" w:hAnsi="Corbel"/>
          <w:sz w:val="20"/>
          <w:szCs w:val="20"/>
        </w:rPr>
        <w:t>5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/C.9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36901142" w:rsidR="0085747A" w:rsidRPr="00A272D3" w:rsidRDefault="00ED28A7" w:rsidP="00ED2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272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365B3C8A" w:rsidR="00841533" w:rsidRPr="00A272D3" w:rsidRDefault="00ED28A7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0585C167" w:rsidR="00841533" w:rsidRPr="00A272D3" w:rsidRDefault="00ED28A7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</w:tcPr>
          <w:p w14:paraId="567FFBF0" w14:textId="2E29E0F0" w:rsidR="00A272D3" w:rsidRPr="00A272D3" w:rsidRDefault="00ED28A7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5219F4DE" w:rsidR="00A272D3" w:rsidRPr="00A272D3" w:rsidRDefault="00ED28A7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  <w:bookmarkStart w:id="1" w:name="_GoBack"/>
            <w:bookmarkEnd w:id="1"/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B6189" w14:textId="77777777" w:rsidR="00276D09" w:rsidRDefault="00276D09" w:rsidP="00C16ABF">
      <w:pPr>
        <w:spacing w:after="0" w:line="240" w:lineRule="auto"/>
      </w:pPr>
      <w:r>
        <w:separator/>
      </w:r>
    </w:p>
  </w:endnote>
  <w:endnote w:type="continuationSeparator" w:id="0">
    <w:p w14:paraId="4A6F2B63" w14:textId="77777777" w:rsidR="00276D09" w:rsidRDefault="00276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DC817" w14:textId="77777777" w:rsidR="00276D09" w:rsidRDefault="00276D09" w:rsidP="00C16ABF">
      <w:pPr>
        <w:spacing w:after="0" w:line="240" w:lineRule="auto"/>
      </w:pPr>
      <w:r>
        <w:separator/>
      </w:r>
    </w:p>
  </w:footnote>
  <w:footnote w:type="continuationSeparator" w:id="0">
    <w:p w14:paraId="4E0711D7" w14:textId="77777777" w:rsidR="00276D09" w:rsidRDefault="00276D09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76D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8A7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E0D7AD-3769-40BB-8ED0-07BF9807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945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2020-10-25T20:36:00Z</dcterms:created>
  <dcterms:modified xsi:type="dcterms:W3CDTF">2022-05-29T20:08:00Z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